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00C0709D" w:rsidRDefault="003B3BC8" w14:paraId="35CBA155" wp14:textId="77777777">
      <w:pPr>
        <w:pStyle w:val="BodyText"/>
        <w:pBdr>
          <w:left w:val="single" w:color="auto" w:sz="2" w:space="0"/>
          <w:right w:val="single" w:color="auto" w:sz="2" w:space="1"/>
        </w:pBdr>
      </w:pPr>
      <w:r>
        <w:t xml:space="preserve"> [Insert organisation name/logo]</w:t>
      </w:r>
    </w:p>
    <w:p xmlns:wp14="http://schemas.microsoft.com/office/word/2010/wordml" w:rsidRPr="00F10799" w:rsidR="003B3BC8" w:rsidP="003B3BC8" w:rsidRDefault="003B3BC8" w14:paraId="672A6659" wp14:textId="77777777">
      <w:pPr>
        <w:rPr>
          <w:sz w:val="20"/>
          <w:szCs w:val="20"/>
        </w:rPr>
      </w:pPr>
    </w:p>
    <w:p xmlns:wp14="http://schemas.microsoft.com/office/word/2010/wordml" w:rsidRPr="005A169E" w:rsidR="003B3BC8" w:rsidP="00F90F95" w:rsidRDefault="00CE5520" w14:paraId="73B2A1AA" wp14:textId="77777777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IN</w:t>
      </w:r>
      <w:r w:rsidR="00BB5D7F">
        <w:rPr>
          <w:sz w:val="36"/>
          <w:szCs w:val="36"/>
        </w:rPr>
        <w:t>DIVIDUAL APPLICANT RATING FORM</w:t>
      </w:r>
      <w:r>
        <w:rPr>
          <w:sz w:val="36"/>
          <w:szCs w:val="36"/>
        </w:rPr>
        <w:t xml:space="preserve"> </w:t>
      </w:r>
    </w:p>
    <w:p xmlns:wp14="http://schemas.microsoft.com/office/word/2010/wordml" w:rsidR="00730AA7" w:rsidP="003B3BC8" w:rsidRDefault="00730AA7" w14:paraId="0A37501D" wp14:textId="77777777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0"/>
        <w:gridCol w:w="1505"/>
        <w:gridCol w:w="1484"/>
        <w:gridCol w:w="969"/>
        <w:gridCol w:w="1759"/>
        <w:gridCol w:w="2841"/>
      </w:tblGrid>
      <w:tr xmlns:wp14="http://schemas.microsoft.com/office/word/2010/wordml" w:rsidRPr="00F9329A" w:rsidR="00501948" w:rsidTr="2F4035B7" w14:paraId="7FF9A1E1" wp14:textId="7777777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  <w:tcMar/>
          </w:tcPr>
          <w:p w:rsidR="00501948" w:rsidP="00CF1EC3" w:rsidRDefault="00501948" w14:paraId="5C9CFD80" wp14:textId="77777777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4"/>
            <w:tcMar/>
          </w:tcPr>
          <w:p w:rsidRPr="008442E6" w:rsidR="00501948" w:rsidP="00CF1EC3" w:rsidRDefault="00501948" w14:paraId="5DAB6C7B" wp14:textId="77777777">
            <w:pPr>
              <w:rPr>
                <w:b/>
              </w:rPr>
            </w:pPr>
          </w:p>
        </w:tc>
      </w:tr>
      <w:tr xmlns:wp14="http://schemas.microsoft.com/office/word/2010/wordml" w:rsidRPr="00F9329A" w:rsidR="00501948" w:rsidTr="2F4035B7" w14:paraId="5892FD30" wp14:textId="7777777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  <w:tcMar/>
          </w:tcPr>
          <w:p w:rsidR="00501948" w:rsidP="2F4035B7" w:rsidRDefault="00501948" w14:paraId="336DD6CA" wp14:textId="77777777">
            <w:pPr>
              <w:jc w:val="left"/>
              <w:rPr>
                <w:b w:val="0"/>
                <w:bCs w:val="0"/>
              </w:rPr>
            </w:pPr>
            <w:r w:rsidR="00501948">
              <w:rPr>
                <w:b w:val="0"/>
                <w:bCs w:val="0"/>
              </w:rPr>
              <w:t>Position details</w:t>
            </w:r>
          </w:p>
        </w:tc>
        <w:tc>
          <w:tcPr>
            <w:tcW w:w="7053" w:type="dxa"/>
            <w:gridSpan w:val="4"/>
            <w:tcMar/>
          </w:tcPr>
          <w:p w:rsidRPr="008442E6" w:rsidR="00501948" w:rsidP="2F4035B7" w:rsidRDefault="00501948" w14:paraId="4F43F193" wp14:textId="29DB89F9">
            <w:pPr>
              <w:rPr>
                <w:b w:val="1"/>
                <w:bCs w:val="1"/>
              </w:rPr>
            </w:pPr>
            <w:r w:rsidRPr="2F4035B7" w:rsidR="00501948">
              <w:rPr>
                <w:b w:val="1"/>
                <w:bCs w:val="1"/>
              </w:rPr>
              <w:t>[Insert position details for example, full time, 38 hrs. per week for 2.5 years]</w:t>
            </w:r>
          </w:p>
        </w:tc>
      </w:tr>
      <w:tr xmlns:wp14="http://schemas.microsoft.com/office/word/2010/wordml" w:rsidRPr="00F9329A" w:rsidR="00501948" w:rsidTr="2F4035B7" w14:paraId="57B95B25" wp14:textId="77777777">
        <w:trPr>
          <w:trHeight w:val="479"/>
        </w:trPr>
        <w:tc>
          <w:tcPr>
            <w:tcW w:w="1985" w:type="dxa"/>
            <w:gridSpan w:val="2"/>
            <w:shd w:val="clear" w:color="auto" w:fill="D9D9D9" w:themeFill="background1" w:themeFillShade="D9"/>
            <w:tcMar/>
          </w:tcPr>
          <w:p w:rsidRPr="00495C4D" w:rsidR="00501948" w:rsidP="00CF1EC3" w:rsidRDefault="00501948" w14:paraId="48CFAC80" wp14:textId="77777777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4"/>
            <w:tcMar/>
          </w:tcPr>
          <w:p w:rsidRPr="00F9329A" w:rsidR="00501948" w:rsidP="00CF1EC3" w:rsidRDefault="00501948" w14:paraId="02EB378F" wp14:textId="77777777"/>
        </w:tc>
      </w:tr>
      <w:tr xmlns:wp14="http://schemas.microsoft.com/office/word/2010/wordml" w:rsidRPr="0004308E" w:rsidR="00501948" w:rsidTr="2F4035B7" w14:paraId="36A09228" wp14:textId="77777777">
        <w:trPr>
          <w:trHeight w:val="431"/>
        </w:trPr>
        <w:tc>
          <w:tcPr>
            <w:tcW w:w="1985" w:type="dxa"/>
            <w:gridSpan w:val="2"/>
            <w:shd w:val="clear" w:color="auto" w:fill="D9D9D9" w:themeFill="background1" w:themeFillShade="D9"/>
            <w:tcMar/>
          </w:tcPr>
          <w:p w:rsidR="00501948" w:rsidP="00CF1EC3" w:rsidRDefault="00501948" w14:paraId="491072FA" wp14:textId="77777777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  <w:gridSpan w:val="2"/>
            <w:tcMar/>
          </w:tcPr>
          <w:p w:rsidRPr="00F9329A" w:rsidR="00501948" w:rsidP="00CF1EC3" w:rsidRDefault="00501948" w14:paraId="6A05A809" wp14:textId="77777777"/>
        </w:tc>
        <w:tc>
          <w:tcPr>
            <w:tcW w:w="1759" w:type="dxa"/>
            <w:shd w:val="clear" w:color="auto" w:fill="D9D9D9" w:themeFill="background1" w:themeFillShade="D9"/>
            <w:tcMar/>
          </w:tcPr>
          <w:p w:rsidR="00501948" w:rsidP="00CF1EC3" w:rsidRDefault="00501948" w14:paraId="4A146726" wp14:textId="77777777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  <w:tcMar/>
          </w:tcPr>
          <w:p w:rsidRPr="0004308E" w:rsidR="00501948" w:rsidP="00CF1EC3" w:rsidRDefault="00501948" w14:paraId="5A39BBE3" wp14:textId="77777777"/>
        </w:tc>
      </w:tr>
      <w:tr xmlns:wp14="http://schemas.microsoft.com/office/word/2010/wordml" w:rsidRPr="00F9329A" w:rsidR="00501948" w:rsidTr="2F4035B7" w14:paraId="5A7F0F60" wp14:textId="77777777">
        <w:tc>
          <w:tcPr>
            <w:tcW w:w="9038" w:type="dxa"/>
            <w:gridSpan w:val="6"/>
            <w:shd w:val="clear" w:color="auto" w:fill="D9D9D9" w:themeFill="background1" w:themeFillShade="D9"/>
            <w:tcMar/>
          </w:tcPr>
          <w:p w:rsidRPr="00F9329A" w:rsidR="00501948" w:rsidP="00CF1EC3" w:rsidRDefault="00501948" w14:paraId="3D2349FD" wp14:textId="77777777">
            <w:r>
              <w:rPr>
                <w:b/>
              </w:rPr>
              <w:t xml:space="preserve">Selection panel </w:t>
            </w:r>
          </w:p>
        </w:tc>
      </w:tr>
      <w:tr xmlns:wp14="http://schemas.microsoft.com/office/word/2010/wordml" w:rsidRPr="00F9329A" w:rsidR="00501948" w:rsidTr="2F4035B7" w14:paraId="047D372C" wp14:textId="77777777">
        <w:tc>
          <w:tcPr>
            <w:tcW w:w="480" w:type="dxa"/>
            <w:shd w:val="clear" w:color="auto" w:fill="D9D9D9" w:themeFill="background1" w:themeFillShade="D9"/>
            <w:tcMar/>
          </w:tcPr>
          <w:p w:rsidR="00501948" w:rsidP="00CF1EC3" w:rsidRDefault="00501948" w14:paraId="65804BD3" wp14:textId="77777777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989" w:type="dxa"/>
            <w:gridSpan w:val="2"/>
            <w:shd w:val="clear" w:color="auto" w:fill="D9D9D9" w:themeFill="background1" w:themeFillShade="D9"/>
            <w:tcMar/>
          </w:tcPr>
          <w:p w:rsidRPr="0004308E" w:rsidR="00501948" w:rsidP="00CF1EC3" w:rsidRDefault="00501948" w14:paraId="0D909AED" wp14:textId="77777777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2728" w:type="dxa"/>
            <w:gridSpan w:val="2"/>
            <w:shd w:val="clear" w:color="auto" w:fill="D9D9D9" w:themeFill="background1" w:themeFillShade="D9"/>
            <w:tcMar/>
          </w:tcPr>
          <w:p w:rsidRPr="0004308E" w:rsidR="00501948" w:rsidP="00CF1EC3" w:rsidRDefault="00501948" w14:paraId="5EF8972E" wp14:textId="77777777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2841" w:type="dxa"/>
            <w:shd w:val="clear" w:color="auto" w:fill="D9D9D9" w:themeFill="background1" w:themeFillShade="D9"/>
            <w:tcMar/>
          </w:tcPr>
          <w:p w:rsidRPr="0004308E" w:rsidR="00501948" w:rsidP="00CF1EC3" w:rsidRDefault="00501948" w14:paraId="563D366A" wp14:textId="77777777">
            <w:pPr>
              <w:rPr>
                <w:b/>
              </w:rPr>
            </w:pPr>
            <w:r w:rsidRPr="0004308E">
              <w:rPr>
                <w:b/>
              </w:rPr>
              <w:t>Organisation</w:t>
            </w:r>
          </w:p>
        </w:tc>
      </w:tr>
      <w:tr xmlns:wp14="http://schemas.microsoft.com/office/word/2010/wordml" w:rsidRPr="00F9329A" w:rsidR="00501948" w:rsidTr="2F4035B7" w14:paraId="649841BE" wp14:textId="77777777">
        <w:tc>
          <w:tcPr>
            <w:tcW w:w="480" w:type="dxa"/>
            <w:shd w:val="clear" w:color="auto" w:fill="D9D9D9" w:themeFill="background1" w:themeFillShade="D9"/>
            <w:tcMar/>
          </w:tcPr>
          <w:p w:rsidR="00501948" w:rsidP="00CF1EC3" w:rsidRDefault="00501948" w14:paraId="56B20A0C" wp14:textId="77777777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9" w:type="dxa"/>
            <w:gridSpan w:val="2"/>
            <w:shd w:val="clear" w:color="auto" w:fill="FFFFFF" w:themeFill="background1"/>
            <w:tcMar/>
          </w:tcPr>
          <w:p w:rsidR="00501948" w:rsidP="00CF1EC3" w:rsidRDefault="00501948" w14:paraId="41C8F396" wp14:textId="77777777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  <w:tcMar/>
          </w:tcPr>
          <w:p w:rsidR="00501948" w:rsidP="00CF1EC3" w:rsidRDefault="00501948" w14:paraId="72A3D3EC" wp14:textId="77777777"/>
        </w:tc>
        <w:tc>
          <w:tcPr>
            <w:tcW w:w="2841" w:type="dxa"/>
            <w:shd w:val="clear" w:color="auto" w:fill="FFFFFF" w:themeFill="background1"/>
            <w:tcMar/>
          </w:tcPr>
          <w:p w:rsidR="00501948" w:rsidP="00CF1EC3" w:rsidRDefault="00501948" w14:paraId="0D0B940D" wp14:textId="77777777"/>
        </w:tc>
      </w:tr>
      <w:tr xmlns:wp14="http://schemas.microsoft.com/office/word/2010/wordml" w:rsidRPr="00F9329A" w:rsidR="00501948" w:rsidTr="2F4035B7" w14:paraId="18F999B5" wp14:textId="77777777">
        <w:tc>
          <w:tcPr>
            <w:tcW w:w="480" w:type="dxa"/>
            <w:shd w:val="clear" w:color="auto" w:fill="D9D9D9" w:themeFill="background1" w:themeFillShade="D9"/>
            <w:tcMar/>
          </w:tcPr>
          <w:p w:rsidR="00501948" w:rsidP="00CF1EC3" w:rsidRDefault="00501948" w14:paraId="7144751B" wp14:textId="77777777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9" w:type="dxa"/>
            <w:gridSpan w:val="2"/>
            <w:shd w:val="clear" w:color="auto" w:fill="FFFFFF" w:themeFill="background1"/>
            <w:tcMar/>
          </w:tcPr>
          <w:p w:rsidR="00501948" w:rsidP="00CF1EC3" w:rsidRDefault="00501948" w14:paraId="0E27B00A" wp14:textId="77777777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  <w:tcMar/>
          </w:tcPr>
          <w:p w:rsidR="00501948" w:rsidP="00CF1EC3" w:rsidRDefault="00501948" w14:paraId="60061E4C" wp14:textId="77777777"/>
        </w:tc>
        <w:tc>
          <w:tcPr>
            <w:tcW w:w="2841" w:type="dxa"/>
            <w:shd w:val="clear" w:color="auto" w:fill="FFFFFF" w:themeFill="background1"/>
            <w:tcMar/>
          </w:tcPr>
          <w:p w:rsidR="00501948" w:rsidP="00CF1EC3" w:rsidRDefault="00501948" w14:paraId="44EAFD9C" wp14:textId="77777777"/>
        </w:tc>
      </w:tr>
      <w:tr xmlns:wp14="http://schemas.microsoft.com/office/word/2010/wordml" w:rsidRPr="00F9329A" w:rsidR="00501948" w:rsidTr="2F4035B7" w14:paraId="5FCD5EC4" wp14:textId="77777777">
        <w:tc>
          <w:tcPr>
            <w:tcW w:w="480" w:type="dxa"/>
            <w:shd w:val="clear" w:color="auto" w:fill="D9D9D9" w:themeFill="background1" w:themeFillShade="D9"/>
            <w:tcMar/>
          </w:tcPr>
          <w:p w:rsidR="00501948" w:rsidP="00CF1EC3" w:rsidRDefault="00501948" w14:paraId="0B778152" wp14:textId="77777777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9" w:type="dxa"/>
            <w:gridSpan w:val="2"/>
            <w:shd w:val="clear" w:color="auto" w:fill="FFFFFF" w:themeFill="background1"/>
            <w:tcMar/>
          </w:tcPr>
          <w:p w:rsidR="00501948" w:rsidP="00CF1EC3" w:rsidRDefault="00501948" w14:paraId="4B94D5A5" wp14:textId="77777777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  <w:tcMar/>
          </w:tcPr>
          <w:p w:rsidR="00501948" w:rsidP="00CF1EC3" w:rsidRDefault="00501948" w14:paraId="3DEEC669" wp14:textId="77777777"/>
        </w:tc>
        <w:tc>
          <w:tcPr>
            <w:tcW w:w="2841" w:type="dxa"/>
            <w:shd w:val="clear" w:color="auto" w:fill="FFFFFF" w:themeFill="background1"/>
            <w:tcMar/>
          </w:tcPr>
          <w:p w:rsidR="00501948" w:rsidP="00CF1EC3" w:rsidRDefault="00501948" w14:paraId="3656B9AB" wp14:textId="77777777"/>
        </w:tc>
      </w:tr>
    </w:tbl>
    <w:p xmlns:wp14="http://schemas.microsoft.com/office/word/2010/wordml" w:rsidR="00501948" w:rsidP="00690867" w:rsidRDefault="00501948" w14:paraId="45FB0818" wp14:textId="77777777"/>
    <w:tbl>
      <w:tblPr>
        <w:tblStyle w:val="TableGrid"/>
        <w:tblW w:w="9038" w:type="dxa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3935"/>
      </w:tblGrid>
      <w:tr xmlns:wp14="http://schemas.microsoft.com/office/word/2010/wordml" w:rsidRPr="00F9329A" w:rsidR="00AC09B7" w:rsidTr="00825077" w14:paraId="7FBB05AD" wp14:textId="77777777">
        <w:trPr>
          <w:trHeight w:val="490"/>
        </w:trPr>
        <w:tc>
          <w:tcPr>
            <w:tcW w:w="5103" w:type="dxa"/>
            <w:gridSpan w:val="2"/>
            <w:shd w:val="clear" w:color="auto" w:fill="D9D9D9" w:themeFill="background1" w:themeFillShade="D9"/>
          </w:tcPr>
          <w:p w:rsidRPr="00807104" w:rsidR="00AC09B7" w:rsidP="00AC09B7" w:rsidRDefault="00AC09B7" w14:paraId="5892ED83" wp14:textId="77777777">
            <w:pPr>
              <w:jc w:val="center"/>
              <w:rPr>
                <w:b/>
              </w:rPr>
            </w:pPr>
            <w:r w:rsidRPr="00807104">
              <w:rPr>
                <w:b/>
              </w:rPr>
              <w:t>Interview questions</w:t>
            </w:r>
          </w:p>
        </w:tc>
        <w:tc>
          <w:tcPr>
            <w:tcW w:w="3935" w:type="dxa"/>
            <w:shd w:val="clear" w:color="auto" w:fill="D9D9D9" w:themeFill="background1" w:themeFillShade="D9"/>
          </w:tcPr>
          <w:p w:rsidRPr="00807104" w:rsidR="00AC09B7" w:rsidP="00807104" w:rsidRDefault="00AC09B7" w14:paraId="76099013" wp14:textId="77777777">
            <w:pPr>
              <w:jc w:val="left"/>
              <w:rPr>
                <w:b/>
              </w:rPr>
            </w:pPr>
            <w:r w:rsidRPr="00807104">
              <w:rPr>
                <w:b/>
              </w:rPr>
              <w:t>Rating (please score from the following options: strong</w:t>
            </w:r>
            <w:r>
              <w:rPr>
                <w:b/>
              </w:rPr>
              <w:t xml:space="preserve"> –</w:t>
            </w:r>
            <w:r w:rsidRPr="00807104">
              <w:rPr>
                <w:b/>
              </w:rPr>
              <w:t xml:space="preserve"> moderate – poor) </w:t>
            </w:r>
          </w:p>
        </w:tc>
      </w:tr>
      <w:tr xmlns:wp14="http://schemas.microsoft.com/office/word/2010/wordml" w:rsidRPr="00F9329A" w:rsidR="00C93944" w:rsidTr="00825077" w14:paraId="34B5F073" wp14:textId="77777777">
        <w:trPr>
          <w:trHeight w:val="490"/>
        </w:trPr>
        <w:tc>
          <w:tcPr>
            <w:tcW w:w="851" w:type="dxa"/>
            <w:shd w:val="clear" w:color="auto" w:fill="D9D9D9" w:themeFill="background1" w:themeFillShade="D9"/>
          </w:tcPr>
          <w:p w:rsidRPr="00495C4D" w:rsidR="00C93944" w:rsidP="00825077" w:rsidRDefault="00C93944" w14:paraId="2F103B77" wp14:textId="77777777">
            <w:pPr>
              <w:jc w:val="left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4252" w:type="dxa"/>
          </w:tcPr>
          <w:p w:rsidRPr="00F9329A" w:rsidR="00C93944" w:rsidP="00825077" w:rsidRDefault="00C93944" w14:paraId="049F31CB" wp14:textId="77777777"/>
        </w:tc>
        <w:tc>
          <w:tcPr>
            <w:tcW w:w="3935" w:type="dxa"/>
          </w:tcPr>
          <w:p w:rsidRPr="00F9329A" w:rsidR="00C93944" w:rsidP="00825077" w:rsidRDefault="00C93944" w14:paraId="53128261" wp14:textId="77777777"/>
        </w:tc>
      </w:tr>
      <w:tr xmlns:wp14="http://schemas.microsoft.com/office/word/2010/wordml" w:rsidRPr="00F9329A" w:rsidR="00C93944" w:rsidTr="00825077" w14:paraId="4A8B0D65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Pr="00495C4D" w:rsidR="00C93944" w:rsidP="00825077" w:rsidRDefault="00C93944" w14:paraId="735CD073" wp14:textId="77777777">
            <w:pPr>
              <w:jc w:val="left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4252" w:type="dxa"/>
          </w:tcPr>
          <w:p w:rsidRPr="00F9329A" w:rsidR="00C93944" w:rsidP="00825077" w:rsidRDefault="00C93944" w14:paraId="62486C05" wp14:textId="77777777"/>
        </w:tc>
        <w:tc>
          <w:tcPr>
            <w:tcW w:w="3935" w:type="dxa"/>
          </w:tcPr>
          <w:p w:rsidRPr="00F9329A" w:rsidR="00C93944" w:rsidP="00825077" w:rsidRDefault="00C93944" w14:paraId="4101652C" wp14:textId="77777777"/>
        </w:tc>
      </w:tr>
      <w:tr xmlns:wp14="http://schemas.microsoft.com/office/word/2010/wordml" w:rsidRPr="00F9329A" w:rsidR="00C93944" w:rsidTr="00825077" w14:paraId="0356CC74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P="00825077" w:rsidRDefault="00C93944" w14:paraId="7A8F9DAC" wp14:textId="77777777">
            <w:pPr>
              <w:jc w:val="left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4252" w:type="dxa"/>
          </w:tcPr>
          <w:p w:rsidRPr="00F9329A" w:rsidR="00C93944" w:rsidP="00825077" w:rsidRDefault="00C93944" w14:paraId="4B99056E" wp14:textId="77777777"/>
        </w:tc>
        <w:tc>
          <w:tcPr>
            <w:tcW w:w="3935" w:type="dxa"/>
          </w:tcPr>
          <w:p w:rsidRPr="00F9329A" w:rsidR="00C93944" w:rsidP="00825077" w:rsidRDefault="00C93944" w14:paraId="1299C43A" wp14:textId="77777777"/>
        </w:tc>
      </w:tr>
      <w:tr xmlns:wp14="http://schemas.microsoft.com/office/word/2010/wordml" w:rsidRPr="00F9329A" w:rsidR="00C93944" w:rsidTr="00825077" w14:paraId="09434170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P="00825077" w:rsidRDefault="00C93944" w14:paraId="57113BC0" wp14:textId="77777777">
            <w:pPr>
              <w:jc w:val="left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4252" w:type="dxa"/>
          </w:tcPr>
          <w:p w:rsidRPr="00F9329A" w:rsidR="00C93944" w:rsidP="00825077" w:rsidRDefault="00C93944" w14:paraId="4DDBEF00" wp14:textId="77777777"/>
        </w:tc>
        <w:tc>
          <w:tcPr>
            <w:tcW w:w="3935" w:type="dxa"/>
          </w:tcPr>
          <w:p w:rsidRPr="00F9329A" w:rsidR="00C93944" w:rsidP="00825077" w:rsidRDefault="00C93944" w14:paraId="3461D779" wp14:textId="77777777"/>
        </w:tc>
      </w:tr>
      <w:tr xmlns:wp14="http://schemas.microsoft.com/office/word/2010/wordml" w:rsidRPr="00F9329A" w:rsidR="00C93944" w:rsidTr="00825077" w14:paraId="5C429E0C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P="00825077" w:rsidRDefault="00C93944" w14:paraId="3C30C48B" wp14:textId="77777777">
            <w:pPr>
              <w:jc w:val="left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4252" w:type="dxa"/>
          </w:tcPr>
          <w:p w:rsidRPr="00F9329A" w:rsidR="00C93944" w:rsidP="00825077" w:rsidRDefault="00C93944" w14:paraId="3CF2D8B6" wp14:textId="77777777"/>
        </w:tc>
        <w:tc>
          <w:tcPr>
            <w:tcW w:w="3935" w:type="dxa"/>
          </w:tcPr>
          <w:p w:rsidRPr="00F9329A" w:rsidR="00C93944" w:rsidP="00825077" w:rsidRDefault="00C93944" w14:paraId="0FB78278" wp14:textId="77777777"/>
        </w:tc>
      </w:tr>
      <w:tr xmlns:wp14="http://schemas.microsoft.com/office/word/2010/wordml" w:rsidRPr="00F9329A" w:rsidR="00C93944" w:rsidTr="00825077" w14:paraId="5DA0C480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P="00825077" w:rsidRDefault="00C93944" w14:paraId="4BDDC105" wp14:textId="77777777">
            <w:pPr>
              <w:jc w:val="left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4252" w:type="dxa"/>
          </w:tcPr>
          <w:p w:rsidRPr="00F9329A" w:rsidR="00C93944" w:rsidP="00825077" w:rsidRDefault="00C93944" w14:paraId="1FC39945" wp14:textId="77777777"/>
        </w:tc>
        <w:tc>
          <w:tcPr>
            <w:tcW w:w="3935" w:type="dxa"/>
          </w:tcPr>
          <w:p w:rsidRPr="00F9329A" w:rsidR="00C93944" w:rsidP="00825077" w:rsidRDefault="00C93944" w14:paraId="0562CB0E" wp14:textId="77777777"/>
        </w:tc>
      </w:tr>
      <w:tr xmlns:wp14="http://schemas.microsoft.com/office/word/2010/wordml" w:rsidRPr="00F9329A" w:rsidR="00C93944" w:rsidTr="00825077" w14:paraId="48832017" wp14:textId="777777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P="00825077" w:rsidRDefault="00C93944" w14:paraId="47AED915" wp14:textId="77777777">
            <w:pPr>
              <w:jc w:val="left"/>
              <w:rPr>
                <w:b/>
              </w:rPr>
            </w:pPr>
            <w:r>
              <w:rPr>
                <w:b/>
              </w:rPr>
              <w:t>Q7</w:t>
            </w:r>
          </w:p>
        </w:tc>
        <w:tc>
          <w:tcPr>
            <w:tcW w:w="4252" w:type="dxa"/>
          </w:tcPr>
          <w:p w:rsidRPr="00F9329A" w:rsidR="00C93944" w:rsidP="00825077" w:rsidRDefault="00C93944" w14:paraId="34CE0A41" wp14:textId="77777777"/>
        </w:tc>
        <w:tc>
          <w:tcPr>
            <w:tcW w:w="3935" w:type="dxa"/>
          </w:tcPr>
          <w:p w:rsidRPr="00F9329A" w:rsidR="00C93944" w:rsidP="00825077" w:rsidRDefault="00C93944" w14:paraId="62EBF3C5" wp14:textId="77777777"/>
        </w:tc>
      </w:tr>
    </w:tbl>
    <w:p xmlns:wp14="http://schemas.microsoft.com/office/word/2010/wordml" w:rsidR="00495C4D" w:rsidP="002031CF" w:rsidRDefault="00495C4D" w14:paraId="6D98A12B" wp14:textId="77777777"/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103"/>
        <w:gridCol w:w="3969"/>
      </w:tblGrid>
      <w:tr xmlns:wp14="http://schemas.microsoft.com/office/word/2010/wordml" w:rsidRPr="00F9329A" w:rsidR="00FB1194" w:rsidTr="2F4035B7" w14:paraId="0DF5EB4F" wp14:textId="77777777">
        <w:trPr>
          <w:trHeight w:val="490"/>
        </w:trPr>
        <w:tc>
          <w:tcPr>
            <w:tcW w:w="5103" w:type="dxa"/>
            <w:shd w:val="clear" w:color="auto" w:fill="D9D9D9" w:themeFill="background1" w:themeFillShade="D9"/>
            <w:tcMar/>
          </w:tcPr>
          <w:p w:rsidRPr="00AC09B7" w:rsidR="00FB1194" w:rsidP="00AC09B7" w:rsidRDefault="00FB1194" w14:paraId="3A94D295" wp14:textId="77777777">
            <w:pPr>
              <w:jc w:val="center"/>
              <w:rPr>
                <w:b/>
              </w:rPr>
            </w:pPr>
            <w:r w:rsidRPr="00AC09B7">
              <w:rPr>
                <w:b/>
              </w:rPr>
              <w:t>Other considerations</w:t>
            </w:r>
          </w:p>
        </w:tc>
        <w:tc>
          <w:tcPr>
            <w:tcW w:w="3969" w:type="dxa"/>
            <w:shd w:val="clear" w:color="auto" w:fill="D9D9D9" w:themeFill="background1" w:themeFillShade="D9"/>
            <w:tcMar/>
          </w:tcPr>
          <w:p w:rsidRPr="00AC09B7" w:rsidR="00FB1194" w:rsidP="00E96ABE" w:rsidRDefault="00AC09B7" w14:paraId="3B6643CA" wp14:textId="77777777">
            <w:pPr>
              <w:rPr>
                <w:b/>
              </w:rPr>
            </w:pPr>
            <w:r w:rsidRPr="00AC09B7">
              <w:rPr>
                <w:b/>
              </w:rPr>
              <w:t>Rating (please score from the following options: strong – moderate – poor)</w:t>
            </w:r>
          </w:p>
        </w:tc>
      </w:tr>
      <w:tr xmlns:wp14="http://schemas.microsoft.com/office/word/2010/wordml" w:rsidRPr="00F9329A" w:rsidR="00FB1194" w:rsidTr="2F4035B7" w14:paraId="43A88B7E" wp14:textId="77777777">
        <w:trPr>
          <w:trHeight w:val="490"/>
        </w:trPr>
        <w:tc>
          <w:tcPr>
            <w:tcW w:w="5103" w:type="dxa"/>
            <w:tcMar/>
          </w:tcPr>
          <w:p w:rsidRPr="00F9329A" w:rsidR="00FB1194" w:rsidP="00E96ABE" w:rsidRDefault="00AC09B7" w14:paraId="18103C99" wp14:textId="77777777">
            <w:r>
              <w:t>Communications skills</w:t>
            </w:r>
          </w:p>
        </w:tc>
        <w:tc>
          <w:tcPr>
            <w:tcW w:w="3969" w:type="dxa"/>
            <w:tcMar/>
          </w:tcPr>
          <w:p w:rsidRPr="00F9329A" w:rsidR="00FB1194" w:rsidP="00E96ABE" w:rsidRDefault="00FB1194" w14:paraId="2946DB82" wp14:textId="77777777"/>
        </w:tc>
      </w:tr>
      <w:tr xmlns:wp14="http://schemas.microsoft.com/office/word/2010/wordml" w:rsidRPr="00F9329A" w:rsidR="00FB1194" w:rsidTr="2F4035B7" w14:paraId="76D3713E" wp14:textId="77777777">
        <w:trPr>
          <w:trHeight w:val="457"/>
        </w:trPr>
        <w:tc>
          <w:tcPr>
            <w:tcW w:w="5103" w:type="dxa"/>
            <w:tcMar/>
          </w:tcPr>
          <w:p w:rsidRPr="00F9329A" w:rsidR="00FB1194" w:rsidP="00E96ABE" w:rsidRDefault="00AC09B7" w14:paraId="57AEEAFA" wp14:textId="01A99A56">
            <w:pPr>
              <w:rPr/>
            </w:pPr>
            <w:r w:rsidR="20E75161">
              <w:rPr/>
              <w:t>Teamwork</w:t>
            </w:r>
            <w:r w:rsidR="20E75161">
              <w:rPr/>
              <w:t>/ participation</w:t>
            </w:r>
          </w:p>
        </w:tc>
        <w:tc>
          <w:tcPr>
            <w:tcW w:w="3969" w:type="dxa"/>
            <w:tcMar/>
          </w:tcPr>
          <w:p w:rsidRPr="00F9329A" w:rsidR="00FB1194" w:rsidP="00E96ABE" w:rsidRDefault="00FB1194" w14:paraId="5997CC1D" wp14:textId="77777777"/>
        </w:tc>
      </w:tr>
      <w:tr xmlns:wp14="http://schemas.microsoft.com/office/word/2010/wordml" w:rsidRPr="00F9329A" w:rsidR="00FB1194" w:rsidTr="2F4035B7" w14:paraId="64E0D940" wp14:textId="77777777">
        <w:trPr>
          <w:trHeight w:val="457"/>
        </w:trPr>
        <w:tc>
          <w:tcPr>
            <w:tcW w:w="5103" w:type="dxa"/>
            <w:tcMar/>
          </w:tcPr>
          <w:p w:rsidRPr="00AC09B7" w:rsidR="00FB1194" w:rsidP="00E96ABE" w:rsidRDefault="00AC09B7" w14:paraId="438B19F7" wp14:textId="77777777">
            <w:pPr>
              <w:rPr>
                <w:b/>
              </w:rPr>
            </w:pPr>
            <w:r w:rsidRPr="00AC09B7">
              <w:rPr>
                <w:b/>
              </w:rPr>
              <w:t>[insert other consideration]</w:t>
            </w:r>
          </w:p>
        </w:tc>
        <w:tc>
          <w:tcPr>
            <w:tcW w:w="3969" w:type="dxa"/>
            <w:tcMar/>
          </w:tcPr>
          <w:p w:rsidRPr="00F9329A" w:rsidR="00FB1194" w:rsidP="00E96ABE" w:rsidRDefault="00FB1194" w14:paraId="110FFD37" wp14:textId="77777777"/>
        </w:tc>
      </w:tr>
      <w:tr xmlns:wp14="http://schemas.microsoft.com/office/word/2010/wordml" w:rsidRPr="00F9329A" w:rsidR="00825077" w:rsidTr="2F4035B7" w14:paraId="58754009" wp14:textId="77777777">
        <w:trPr>
          <w:trHeight w:val="457"/>
        </w:trPr>
        <w:tc>
          <w:tcPr>
            <w:tcW w:w="9072" w:type="dxa"/>
            <w:gridSpan w:val="2"/>
            <w:shd w:val="clear" w:color="auto" w:fill="D9D9D9" w:themeFill="background1" w:themeFillShade="D9"/>
            <w:tcMar/>
          </w:tcPr>
          <w:p w:rsidRPr="00F9329A" w:rsidR="00825077" w:rsidP="00E96ABE" w:rsidRDefault="00825077" w14:paraId="65EBFDF0" wp14:textId="77777777">
            <w:r>
              <w:t>Other Comments</w:t>
            </w:r>
          </w:p>
        </w:tc>
      </w:tr>
      <w:tr xmlns:wp14="http://schemas.microsoft.com/office/word/2010/wordml" w:rsidRPr="00F9329A" w:rsidR="00825077" w:rsidTr="2F4035B7" w14:paraId="6B699379" wp14:textId="77777777">
        <w:trPr>
          <w:trHeight w:val="457"/>
        </w:trPr>
        <w:tc>
          <w:tcPr>
            <w:tcW w:w="9072" w:type="dxa"/>
            <w:gridSpan w:val="2"/>
            <w:shd w:val="clear" w:color="auto" w:fill="FFFFFF" w:themeFill="background1"/>
            <w:tcMar/>
          </w:tcPr>
          <w:p w:rsidR="00825077" w:rsidP="00E96ABE" w:rsidRDefault="00825077" w14:paraId="3FE9F23F" wp14:textId="77777777"/>
          <w:p w:rsidR="00825077" w:rsidP="00E96ABE" w:rsidRDefault="00825077" w14:paraId="1F72F646" wp14:textId="77777777"/>
          <w:p w:rsidR="00825077" w:rsidP="00E96ABE" w:rsidRDefault="00825077" w14:paraId="08CE6F91" wp14:textId="77777777"/>
          <w:p w:rsidR="00825077" w:rsidP="00E96ABE" w:rsidRDefault="00825077" w14:paraId="61CDCEAD" wp14:textId="77777777"/>
          <w:p w:rsidR="00825077" w:rsidP="00E96ABE" w:rsidRDefault="00825077" w14:paraId="6BB9E253" wp14:textId="77777777">
            <w:bookmarkStart w:name="_GoBack" w:id="0"/>
            <w:bookmarkEnd w:id="0"/>
          </w:p>
        </w:tc>
      </w:tr>
    </w:tbl>
    <w:p xmlns:wp14="http://schemas.microsoft.com/office/word/2010/wordml" w:rsidR="002031CF" w:rsidP="00BA1687" w:rsidRDefault="002031CF" w14:paraId="23DE523C" wp14:textId="77777777">
      <w:pPr>
        <w:tabs>
          <w:tab w:val="left" w:pos="2086"/>
        </w:tabs>
      </w:pPr>
    </w:p>
    <w:sectPr w:rsidR="002031CF" w:rsidSect="00825077">
      <w:footerReference w:type="default" r:id="rId8"/>
      <w:pgSz w:w="11900" w:h="16820" w:orient="portrait"/>
      <w:pgMar w:top="993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F66683" w:rsidP="00F90996" w:rsidRDefault="00F66683" w14:paraId="07547A01" wp14:textId="77777777">
      <w:r>
        <w:separator/>
      </w:r>
    </w:p>
  </w:endnote>
  <w:endnote w:type="continuationSeparator" w:id="0">
    <w:p xmlns:wp14="http://schemas.microsoft.com/office/word/2010/wordml" w:rsidR="00F66683" w:rsidP="00F90996" w:rsidRDefault="00F66683" w14:paraId="5043CB0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F66683" w:rsidP="00CE795B" w:rsidRDefault="00CE5520" w14:paraId="3D21F3C7" wp14:textId="77777777">
    <w:pPr>
      <w:pStyle w:val="Footer"/>
    </w:pPr>
    <w:r>
      <w:t>Indiv</w:t>
    </w:r>
    <w:r w:rsidR="00B47448">
      <w:t xml:space="preserve">idual applicant rating form </w:t>
    </w:r>
    <w:r w:rsidR="00F66683">
      <w:t xml:space="preserve">- </w:t>
    </w:r>
    <w:r w:rsidRPr="00EA00FF" w:rsidR="00F66683">
      <w:t>[month, y</w:t>
    </w:r>
    <w:r w:rsidR="00F66683">
      <w:t>ea</w:t>
    </w:r>
    <w:r w:rsidRPr="00EA00FF" w:rsidR="00F66683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 w:rsidR="000F17A0">
          <w:tab/>
        </w:r>
        <w:r w:rsidRPr="0086262A" w:rsidR="00F66683">
          <w:t xml:space="preserve">Page </w:t>
        </w:r>
        <w:r w:rsidRPr="0086262A" w:rsidR="00F66683">
          <w:fldChar w:fldCharType="begin"/>
        </w:r>
        <w:r w:rsidRPr="0086262A" w:rsidR="00F66683">
          <w:instrText xml:space="preserve"> PAGE </w:instrText>
        </w:r>
        <w:r w:rsidRPr="0086262A" w:rsidR="00F66683">
          <w:fldChar w:fldCharType="separate"/>
        </w:r>
        <w:r w:rsidR="00B47448">
          <w:rPr>
            <w:noProof/>
          </w:rPr>
          <w:t>1</w:t>
        </w:r>
        <w:r w:rsidRPr="0086262A" w:rsidR="00F66683">
          <w:fldChar w:fldCharType="end"/>
        </w:r>
        <w:r w:rsidRPr="0086262A" w:rsidR="00F66683">
          <w:t xml:space="preserve"> of </w:t>
        </w:r>
        <w:r>
          <w:fldChar w:fldCharType="begin"/>
        </w:r>
        <w:r>
          <w:instrText> NUMPAGES  </w:instrText>
        </w:r>
        <w:r>
          <w:fldChar w:fldCharType="separate"/>
        </w:r>
        <w:r w:rsidR="00B47448">
          <w:rPr>
            <w:noProof/>
          </w:rPr>
          <w:t>1</w:t>
        </w:r>
        <w:r>
          <w:fldChar w:fldCharType="end"/>
        </w:r>
      </w:sdtContent>
    </w:sdt>
  </w:p>
  <w:p xmlns:wp14="http://schemas.microsoft.com/office/word/2010/wordml" w:rsidR="00F66683" w:rsidRDefault="00F66683" w14:paraId="52E56223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F66683" w:rsidP="00F90996" w:rsidRDefault="00F66683" w14:paraId="07459315" wp14:textId="77777777">
      <w:r>
        <w:separator/>
      </w:r>
    </w:p>
  </w:footnote>
  <w:footnote w:type="continuationSeparator" w:id="0">
    <w:p xmlns:wp14="http://schemas.microsoft.com/office/word/2010/wordml" w:rsidR="00F66683" w:rsidP="00F90996" w:rsidRDefault="00F66683" w14:paraId="6537F28F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7A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948"/>
    <w:rsid w:val="00501EDF"/>
    <w:rsid w:val="005046D9"/>
    <w:rsid w:val="00521FEC"/>
    <w:rsid w:val="00531C48"/>
    <w:rsid w:val="00535C3F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07104"/>
    <w:rsid w:val="0081610F"/>
    <w:rsid w:val="0081631E"/>
    <w:rsid w:val="00817821"/>
    <w:rsid w:val="0082105A"/>
    <w:rsid w:val="00823012"/>
    <w:rsid w:val="00825077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09B7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7448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B5D7F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93944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5520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194"/>
    <w:rsid w:val="00FB1A34"/>
    <w:rsid w:val="00FB361D"/>
    <w:rsid w:val="00FB5A1D"/>
    <w:rsid w:val="00FD1BC4"/>
    <w:rsid w:val="00FE1B20"/>
    <w:rsid w:val="00FF03CA"/>
    <w:rsid w:val="167FDB44"/>
    <w:rsid w:val="20E75161"/>
    <w:rsid w:val="2F4035B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0D6BE446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3212bd7ecbb8417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f9cc2-d0c9-4b06-b20e-1c48b72b8e7c}"/>
      </w:docPartPr>
      <w:docPartBody>
        <w:p w14:paraId="0152E2F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B78774CF-7AF3-4E7F-B8E9-60B2C2DD14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0032F9-723C-4DC0-A506-898DAEE61DC6}"/>
</file>

<file path=customXml/itemProps3.xml><?xml version="1.0" encoding="utf-8"?>
<ds:datastoreItem xmlns:ds="http://schemas.openxmlformats.org/officeDocument/2006/customXml" ds:itemID="{25BD1C3E-CFE5-41B8-B13E-B607628A0EB3}"/>
</file>

<file path=customXml/itemProps4.xml><?xml version="1.0" encoding="utf-8"?>
<ds:datastoreItem xmlns:ds="http://schemas.openxmlformats.org/officeDocument/2006/customXml" ds:itemID="{1C82C6DB-D94E-4A51-9C15-8FDD6DE589CA}"/>
</file>

<file path=customXml/itemProps5.xml><?xml version="1.0" encoding="utf-8"?>
<ds:datastoreItem xmlns:ds="http://schemas.openxmlformats.org/officeDocument/2006/customXml" ds:itemID="{628EEE33-EBC9-4089-BA6B-252AFDB5A1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14</cp:revision>
  <dcterms:created xsi:type="dcterms:W3CDTF">2013-12-19T03:46:00Z</dcterms:created>
  <dcterms:modified xsi:type="dcterms:W3CDTF">2023-12-11T04:34:23Z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7e1a7ca9-27e0-4eca-841b-f34e62340a23</vt:lpwstr>
  </property>
  <property fmtid="{D5CDD505-2E9C-101B-9397-08002B2CF9AE}" pid="4" name="MediaServiceImageTags">
    <vt:lpwstr/>
  </property>
</Properties>
</file>